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072" w:type="dxa"/>
        <w:tblInd w:w="108" w:type="dxa"/>
        <w:tblLook w:val="04A0" w:firstRow="1" w:lastRow="0" w:firstColumn="1" w:lastColumn="0" w:noHBand="0" w:noVBand="1"/>
      </w:tblPr>
      <w:tblGrid>
        <w:gridCol w:w="636"/>
        <w:gridCol w:w="2955"/>
        <w:gridCol w:w="1145"/>
        <w:gridCol w:w="1148"/>
        <w:gridCol w:w="1420"/>
        <w:gridCol w:w="1768"/>
      </w:tblGrid>
      <w:tr w:rsidR="003A4F99" w:rsidRPr="008A2017" w14:paraId="645860FE" w14:textId="77777777" w:rsidTr="003A4F99">
        <w:trPr>
          <w:trHeight w:val="454"/>
        </w:trPr>
        <w:tc>
          <w:tcPr>
            <w:tcW w:w="636" w:type="dxa"/>
            <w:vMerge w:val="restart"/>
            <w:shd w:val="clear" w:color="auto" w:fill="4F81BD" w:themeFill="accent1"/>
            <w:vAlign w:val="center"/>
          </w:tcPr>
          <w:p w14:paraId="02AA3580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Merge w:val="restart"/>
            <w:shd w:val="clear" w:color="auto" w:fill="4F81BD" w:themeFill="accent1"/>
            <w:vAlign w:val="center"/>
          </w:tcPr>
          <w:p w14:paraId="56D31676" w14:textId="77777777" w:rsidR="003A4F99" w:rsidRPr="003A4F99" w:rsidRDefault="003A4F99" w:rsidP="003A4F99">
            <w:pPr>
              <w:pStyle w:val="NoSpacing"/>
              <w:jc w:val="center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3A4F99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DESCRIÇÃO DO MATERIAL</w:t>
            </w:r>
          </w:p>
        </w:tc>
        <w:tc>
          <w:tcPr>
            <w:tcW w:w="2293" w:type="dxa"/>
            <w:gridSpan w:val="2"/>
            <w:shd w:val="clear" w:color="auto" w:fill="4F81BD" w:themeFill="accent1"/>
            <w:vAlign w:val="center"/>
          </w:tcPr>
          <w:p w14:paraId="7B119817" w14:textId="77777777" w:rsidR="003A4F99" w:rsidRPr="003A4F99" w:rsidRDefault="003A4F99" w:rsidP="003A4F99">
            <w:pPr>
              <w:pStyle w:val="NoSpacing"/>
              <w:jc w:val="center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3A4F99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QUANTIDADE</w:t>
            </w:r>
          </w:p>
        </w:tc>
        <w:tc>
          <w:tcPr>
            <w:tcW w:w="3188" w:type="dxa"/>
            <w:gridSpan w:val="2"/>
            <w:shd w:val="clear" w:color="auto" w:fill="4F81BD" w:themeFill="accent1"/>
            <w:vAlign w:val="center"/>
          </w:tcPr>
          <w:p w14:paraId="6D04986C" w14:textId="77777777" w:rsidR="003A4F99" w:rsidRPr="003A4F99" w:rsidRDefault="003A4F99" w:rsidP="003A4F99">
            <w:pPr>
              <w:pStyle w:val="NoSpacing"/>
              <w:jc w:val="center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3A4F99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ESTADO</w:t>
            </w:r>
            <w:r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*</w:t>
            </w:r>
          </w:p>
        </w:tc>
      </w:tr>
      <w:tr w:rsidR="003A4F99" w:rsidRPr="008A2017" w14:paraId="48ECE25C" w14:textId="77777777" w:rsidTr="003A4F99">
        <w:trPr>
          <w:trHeight w:val="454"/>
        </w:trPr>
        <w:tc>
          <w:tcPr>
            <w:tcW w:w="636" w:type="dxa"/>
            <w:vMerge/>
            <w:shd w:val="clear" w:color="auto" w:fill="4F81BD" w:themeFill="accent1"/>
            <w:vAlign w:val="center"/>
          </w:tcPr>
          <w:p w14:paraId="2D8DD08F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Merge/>
            <w:shd w:val="clear" w:color="auto" w:fill="4F81BD" w:themeFill="accent1"/>
            <w:vAlign w:val="center"/>
          </w:tcPr>
          <w:p w14:paraId="3486C116" w14:textId="77777777" w:rsidR="003A4F99" w:rsidRPr="003A4F99" w:rsidRDefault="003A4F99" w:rsidP="003A4F99">
            <w:pPr>
              <w:pStyle w:val="NoSpacing"/>
              <w:jc w:val="center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145" w:type="dxa"/>
            <w:shd w:val="clear" w:color="auto" w:fill="4F81BD" w:themeFill="accent1"/>
            <w:vAlign w:val="center"/>
          </w:tcPr>
          <w:p w14:paraId="30AA393E" w14:textId="77777777" w:rsidR="003A4F99" w:rsidRPr="003A4F99" w:rsidRDefault="003A4F99" w:rsidP="003A4F99">
            <w:pPr>
              <w:pStyle w:val="NoSpacing"/>
              <w:jc w:val="center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3A4F99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Início</w:t>
            </w:r>
          </w:p>
        </w:tc>
        <w:tc>
          <w:tcPr>
            <w:tcW w:w="1148" w:type="dxa"/>
            <w:shd w:val="clear" w:color="auto" w:fill="4F81BD" w:themeFill="accent1"/>
            <w:vAlign w:val="center"/>
          </w:tcPr>
          <w:p w14:paraId="0D62C79C" w14:textId="77777777" w:rsidR="003A4F99" w:rsidRPr="003A4F99" w:rsidRDefault="003A4F99" w:rsidP="003A4F99">
            <w:pPr>
              <w:pStyle w:val="NoSpacing"/>
              <w:jc w:val="center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3A4F99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Término</w:t>
            </w:r>
          </w:p>
        </w:tc>
        <w:tc>
          <w:tcPr>
            <w:tcW w:w="1420" w:type="dxa"/>
            <w:shd w:val="clear" w:color="auto" w:fill="4F81BD" w:themeFill="accent1"/>
            <w:vAlign w:val="center"/>
          </w:tcPr>
          <w:p w14:paraId="2190551C" w14:textId="77777777" w:rsidR="003A4F99" w:rsidRPr="003A4F99" w:rsidRDefault="003A4F99" w:rsidP="003A4F99">
            <w:pPr>
              <w:pStyle w:val="NoSpacing"/>
              <w:jc w:val="center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3A4F99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Início</w:t>
            </w:r>
          </w:p>
        </w:tc>
        <w:tc>
          <w:tcPr>
            <w:tcW w:w="1768" w:type="dxa"/>
            <w:shd w:val="clear" w:color="auto" w:fill="4F81BD" w:themeFill="accent1"/>
            <w:vAlign w:val="center"/>
          </w:tcPr>
          <w:p w14:paraId="391DD7CF" w14:textId="77777777" w:rsidR="003A4F99" w:rsidRPr="003A4F99" w:rsidRDefault="003A4F99" w:rsidP="003A4F99">
            <w:pPr>
              <w:pStyle w:val="NoSpacing"/>
              <w:jc w:val="center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3A4F99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Término</w:t>
            </w:r>
          </w:p>
        </w:tc>
      </w:tr>
      <w:tr w:rsidR="003A4F99" w:rsidRPr="008A2017" w14:paraId="4EDACC99" w14:textId="77777777" w:rsidTr="003A4F99">
        <w:trPr>
          <w:trHeight w:val="510"/>
        </w:trPr>
        <w:tc>
          <w:tcPr>
            <w:tcW w:w="636" w:type="dxa"/>
            <w:vMerge w:val="restart"/>
            <w:textDirection w:val="btLr"/>
            <w:vAlign w:val="center"/>
          </w:tcPr>
          <w:p w14:paraId="42B4CC2C" w14:textId="77777777" w:rsidR="003A4F99" w:rsidRDefault="003A4F99" w:rsidP="00700875">
            <w:pPr>
              <w:pStyle w:val="NoSpacing"/>
              <w:ind w:left="113" w:right="113"/>
              <w:jc w:val="center"/>
              <w:rPr>
                <w:rFonts w:ascii="Gill Sans" w:hAnsi="Gill Sans" w:cs="Gill Sans"/>
                <w:sz w:val="18"/>
                <w:szCs w:val="18"/>
              </w:rPr>
            </w:pPr>
            <w:r>
              <w:rPr>
                <w:rFonts w:ascii="Gill Sans" w:hAnsi="Gill Sans" w:cs="Gill Sans"/>
                <w:sz w:val="18"/>
                <w:szCs w:val="18"/>
              </w:rPr>
              <w:t>MATERIAIS DURÁVEIS</w:t>
            </w:r>
          </w:p>
          <w:p w14:paraId="2D098B47" w14:textId="77777777" w:rsidR="003A4F99" w:rsidRPr="009A78AA" w:rsidRDefault="003A4F99" w:rsidP="00700875">
            <w:pPr>
              <w:pStyle w:val="NoSpacing"/>
              <w:ind w:left="113" w:right="113"/>
              <w:jc w:val="center"/>
              <w:rPr>
                <w:rFonts w:ascii="Gill Sans" w:hAnsi="Gill Sans" w:cs="Gill Sans"/>
                <w:sz w:val="18"/>
                <w:szCs w:val="18"/>
              </w:rPr>
            </w:pPr>
            <w:r w:rsidRPr="009A78AA">
              <w:rPr>
                <w:rFonts w:ascii="Gill Sans" w:hAnsi="Gill Sans" w:cs="Gill Sans"/>
                <w:sz w:val="18"/>
                <w:szCs w:val="18"/>
              </w:rPr>
              <w:t xml:space="preserve">(brinquedos, tesouras, colheres de pau, esponjas, </w:t>
            </w:r>
            <w:proofErr w:type="spellStart"/>
            <w:r w:rsidRPr="009A78AA">
              <w:rPr>
                <w:rFonts w:ascii="Gill Sans" w:hAnsi="Gill Sans" w:cs="Gill Sans"/>
                <w:sz w:val="18"/>
                <w:szCs w:val="18"/>
              </w:rPr>
              <w:t>etc</w:t>
            </w:r>
            <w:proofErr w:type="spellEnd"/>
            <w:r w:rsidRPr="009A78AA">
              <w:rPr>
                <w:rFonts w:ascii="Gill Sans" w:hAnsi="Gill Sans" w:cs="Gill Sans"/>
                <w:sz w:val="18"/>
                <w:szCs w:val="18"/>
              </w:rPr>
              <w:t>)</w:t>
            </w:r>
          </w:p>
        </w:tc>
        <w:tc>
          <w:tcPr>
            <w:tcW w:w="2955" w:type="dxa"/>
            <w:vAlign w:val="center"/>
          </w:tcPr>
          <w:p w14:paraId="6230EDB8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0A1C9E43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06F031D5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47B4626A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6E305286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6162DCF4" w14:textId="77777777" w:rsidTr="003A4F99">
        <w:trPr>
          <w:trHeight w:val="510"/>
        </w:trPr>
        <w:tc>
          <w:tcPr>
            <w:tcW w:w="636" w:type="dxa"/>
            <w:vMerge/>
            <w:vAlign w:val="center"/>
          </w:tcPr>
          <w:p w14:paraId="3AE7F568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6FBE58DE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74641E6D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3FF03D73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E72365F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7E9CD34B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2C4DEBE3" w14:textId="77777777" w:rsidTr="003A4F99">
        <w:trPr>
          <w:trHeight w:val="510"/>
        </w:trPr>
        <w:tc>
          <w:tcPr>
            <w:tcW w:w="636" w:type="dxa"/>
            <w:vMerge/>
            <w:vAlign w:val="center"/>
          </w:tcPr>
          <w:p w14:paraId="28C36E75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6C7154F8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52D59F76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685344F6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5D897C10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7E6964D3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3C3E5CD5" w14:textId="77777777" w:rsidTr="003A4F99">
        <w:trPr>
          <w:trHeight w:val="510"/>
        </w:trPr>
        <w:tc>
          <w:tcPr>
            <w:tcW w:w="636" w:type="dxa"/>
            <w:vMerge/>
            <w:vAlign w:val="center"/>
          </w:tcPr>
          <w:p w14:paraId="445F3968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142A31BC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31C2C2CD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17B81395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0BD3FE31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5ECB6714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24C50CB6" w14:textId="77777777" w:rsidTr="003A4F99">
        <w:trPr>
          <w:trHeight w:val="510"/>
        </w:trPr>
        <w:tc>
          <w:tcPr>
            <w:tcW w:w="636" w:type="dxa"/>
            <w:vMerge/>
            <w:vAlign w:val="center"/>
          </w:tcPr>
          <w:p w14:paraId="3F7C26CE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18E974FF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4F3A0B0A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00C66583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56311520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340451DB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7C1547C5" w14:textId="77777777" w:rsidTr="003A4F99">
        <w:trPr>
          <w:trHeight w:val="510"/>
        </w:trPr>
        <w:tc>
          <w:tcPr>
            <w:tcW w:w="636" w:type="dxa"/>
            <w:vMerge/>
            <w:vAlign w:val="center"/>
          </w:tcPr>
          <w:p w14:paraId="368566E7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36C97C04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6AA785F5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37CB0669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02C1AE09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5B3E321C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380A94A9" w14:textId="77777777" w:rsidTr="003A4F99">
        <w:trPr>
          <w:trHeight w:val="510"/>
        </w:trPr>
        <w:tc>
          <w:tcPr>
            <w:tcW w:w="636" w:type="dxa"/>
            <w:vMerge/>
            <w:vAlign w:val="center"/>
          </w:tcPr>
          <w:p w14:paraId="576F3B1D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613BACC3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495F9DE4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743900A0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49DA014C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4B708E29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65A4B7E7" w14:textId="77777777" w:rsidTr="003A4F99">
        <w:trPr>
          <w:trHeight w:val="510"/>
        </w:trPr>
        <w:tc>
          <w:tcPr>
            <w:tcW w:w="636" w:type="dxa"/>
            <w:vMerge/>
            <w:vAlign w:val="center"/>
          </w:tcPr>
          <w:p w14:paraId="08F5E21A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5BEFB697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163CB312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31AE88D0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0FC37426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584B8E73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2CA65C38" w14:textId="77777777" w:rsidTr="003A4F99">
        <w:trPr>
          <w:trHeight w:val="510"/>
        </w:trPr>
        <w:tc>
          <w:tcPr>
            <w:tcW w:w="636" w:type="dxa"/>
            <w:vMerge/>
            <w:vAlign w:val="center"/>
          </w:tcPr>
          <w:p w14:paraId="7B3008DC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7CD0C7FE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70956703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2E9DD527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80704C4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404EDDF8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64500A66" w14:textId="77777777" w:rsidTr="003A4F99">
        <w:trPr>
          <w:trHeight w:val="510"/>
        </w:trPr>
        <w:tc>
          <w:tcPr>
            <w:tcW w:w="636" w:type="dxa"/>
            <w:vMerge/>
            <w:vAlign w:val="center"/>
          </w:tcPr>
          <w:p w14:paraId="052CA41E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1CA0C939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5F545DA2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4298E618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EC0032D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2746DB19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16A24BA3" w14:textId="77777777" w:rsidTr="003A4F99">
        <w:trPr>
          <w:trHeight w:val="510"/>
        </w:trPr>
        <w:tc>
          <w:tcPr>
            <w:tcW w:w="636" w:type="dxa"/>
            <w:vMerge/>
            <w:vAlign w:val="center"/>
          </w:tcPr>
          <w:p w14:paraId="6DABCD5C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72F2283F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4EFEF365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25CC42EF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28308B1D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6955AB87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4278D017" w14:textId="77777777" w:rsidTr="003A4F99">
        <w:trPr>
          <w:trHeight w:val="510"/>
        </w:trPr>
        <w:tc>
          <w:tcPr>
            <w:tcW w:w="636" w:type="dxa"/>
            <w:vMerge/>
            <w:vAlign w:val="center"/>
          </w:tcPr>
          <w:p w14:paraId="6B3C6DC6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084C42AA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70A61F70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301107EB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1869A282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278C0A6D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7DFF231F" w14:textId="77777777" w:rsidTr="003A4F99">
        <w:trPr>
          <w:trHeight w:val="510"/>
        </w:trPr>
        <w:tc>
          <w:tcPr>
            <w:tcW w:w="636" w:type="dxa"/>
            <w:vMerge/>
            <w:vAlign w:val="center"/>
          </w:tcPr>
          <w:p w14:paraId="2FD3C9B0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6AED3BC7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2A1B2F24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6FEC36A4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53F9251E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1811CD56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613EDF87" w14:textId="77777777" w:rsidTr="003A4F99">
        <w:trPr>
          <w:trHeight w:val="510"/>
        </w:trPr>
        <w:tc>
          <w:tcPr>
            <w:tcW w:w="636" w:type="dxa"/>
            <w:vMerge/>
            <w:vAlign w:val="center"/>
          </w:tcPr>
          <w:p w14:paraId="3FF35605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7537DE19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7B504E94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52E37A60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BDAA364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0DBB3076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15C77918" w14:textId="77777777" w:rsidTr="003A4F99">
        <w:trPr>
          <w:trHeight w:val="510"/>
        </w:trPr>
        <w:tc>
          <w:tcPr>
            <w:tcW w:w="636" w:type="dxa"/>
            <w:vMerge/>
            <w:vAlign w:val="center"/>
          </w:tcPr>
          <w:p w14:paraId="441234E1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098378BA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13BB3B02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10D3817D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1D1B5002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3BD92E06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24F7E6B0" w14:textId="77777777" w:rsidTr="003A4F99">
        <w:trPr>
          <w:trHeight w:val="510"/>
        </w:trPr>
        <w:tc>
          <w:tcPr>
            <w:tcW w:w="636" w:type="dxa"/>
            <w:vMerge/>
            <w:vAlign w:val="center"/>
          </w:tcPr>
          <w:p w14:paraId="207D4A30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0193DD52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209E4A03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738A29E8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1676A64D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60D6A153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1198292E" w14:textId="77777777" w:rsidTr="003A4F99">
        <w:trPr>
          <w:trHeight w:val="510"/>
        </w:trPr>
        <w:tc>
          <w:tcPr>
            <w:tcW w:w="636" w:type="dxa"/>
            <w:vMerge/>
            <w:vAlign w:val="center"/>
          </w:tcPr>
          <w:p w14:paraId="5559B93D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6E24480D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00ED1456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2231D33A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6C812372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3139CDC7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05787ACF" w14:textId="77777777" w:rsidTr="003A4F99">
        <w:trPr>
          <w:trHeight w:val="510"/>
        </w:trPr>
        <w:tc>
          <w:tcPr>
            <w:tcW w:w="636" w:type="dxa"/>
            <w:vMerge/>
            <w:vAlign w:val="center"/>
          </w:tcPr>
          <w:p w14:paraId="1570940B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1AEC24AB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70477036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7FA8BB61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07296A82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5AE7B0DA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6BF513BD" w14:textId="77777777" w:rsidTr="003A4F99">
        <w:trPr>
          <w:trHeight w:val="510"/>
        </w:trPr>
        <w:tc>
          <w:tcPr>
            <w:tcW w:w="636" w:type="dxa"/>
            <w:vMerge/>
            <w:vAlign w:val="center"/>
          </w:tcPr>
          <w:p w14:paraId="7A0C01FB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39B4EF86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6D55AC89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0AC90134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5C3FDE10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1936F22B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</w:tbl>
    <w:p w14:paraId="34033BBD" w14:textId="77777777" w:rsidR="007331C1" w:rsidRDefault="007331C1" w:rsidP="00640A3B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p w14:paraId="7B1781B8" w14:textId="77777777" w:rsidR="003A4F99" w:rsidRPr="003A4F99" w:rsidRDefault="003A4F99" w:rsidP="00640A3B">
      <w:pPr>
        <w:pStyle w:val="NoSpacing"/>
        <w:jc w:val="both"/>
        <w:rPr>
          <w:rFonts w:ascii="Gill Sans" w:hAnsi="Gill Sans" w:cs="Gill Sans"/>
          <w:color w:val="000000" w:themeColor="text1"/>
          <w:sz w:val="14"/>
          <w:szCs w:val="14"/>
        </w:rPr>
      </w:pPr>
    </w:p>
    <w:p w14:paraId="4FD87BA9" w14:textId="77777777" w:rsidR="003A4F99" w:rsidRPr="003A4F99" w:rsidRDefault="003A4F99" w:rsidP="003A4F99">
      <w:pPr>
        <w:pStyle w:val="NoSpacing"/>
        <w:jc w:val="both"/>
        <w:rPr>
          <w:rFonts w:ascii="Gill Sans" w:hAnsi="Gill Sans" w:cs="Gill Sans"/>
          <w:color w:val="000000" w:themeColor="text1"/>
          <w:sz w:val="14"/>
          <w:szCs w:val="14"/>
        </w:rPr>
      </w:pPr>
      <w:r>
        <w:rPr>
          <w:rFonts w:ascii="Gill Sans" w:hAnsi="Gill Sans" w:cs="Gill Sans"/>
          <w:color w:val="000000" w:themeColor="text1"/>
          <w:sz w:val="18"/>
          <w:szCs w:val="18"/>
        </w:rPr>
        <w:t xml:space="preserve">* </w:t>
      </w:r>
      <w:r w:rsidRPr="003A4F99">
        <w:rPr>
          <w:rFonts w:ascii="Gill Sans" w:hAnsi="Gill Sans" w:cs="Gill Sans"/>
          <w:color w:val="000000" w:themeColor="text1"/>
          <w:sz w:val="18"/>
          <w:szCs w:val="18"/>
        </w:rPr>
        <w:t>novo; usado - bom; usado - estragado; cheio; a meio; no fim</w:t>
      </w:r>
      <w:r>
        <w:rPr>
          <w:rFonts w:ascii="Gill Sans" w:hAnsi="Gill Sans" w:cs="Gill Sans"/>
          <w:color w:val="000000" w:themeColor="text1"/>
          <w:sz w:val="18"/>
          <w:szCs w:val="18"/>
        </w:rPr>
        <w:t>.</w:t>
      </w:r>
      <w:r w:rsidRPr="003A4F99">
        <w:rPr>
          <w:color w:val="000000" w:themeColor="text1"/>
          <w:lang w:val="en-US"/>
        </w:rPr>
        <w:tab/>
      </w:r>
    </w:p>
    <w:p w14:paraId="3F0CDA23" w14:textId="77777777" w:rsidR="003A4F99" w:rsidRDefault="003A4F99" w:rsidP="003A4F99">
      <w:pPr>
        <w:spacing w:after="0" w:line="240" w:lineRule="auto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</w:p>
    <w:tbl>
      <w:tblPr>
        <w:tblStyle w:val="TableGrid"/>
        <w:tblW w:w="9072" w:type="dxa"/>
        <w:tblInd w:w="108" w:type="dxa"/>
        <w:tblLook w:val="04A0" w:firstRow="1" w:lastRow="0" w:firstColumn="1" w:lastColumn="0" w:noHBand="0" w:noVBand="1"/>
      </w:tblPr>
      <w:tblGrid>
        <w:gridCol w:w="636"/>
        <w:gridCol w:w="2955"/>
        <w:gridCol w:w="1145"/>
        <w:gridCol w:w="1148"/>
        <w:gridCol w:w="1420"/>
        <w:gridCol w:w="1768"/>
      </w:tblGrid>
      <w:tr w:rsidR="003A4F99" w:rsidRPr="008A2017" w14:paraId="1DDF0110" w14:textId="77777777" w:rsidTr="00700875">
        <w:trPr>
          <w:trHeight w:val="454"/>
        </w:trPr>
        <w:tc>
          <w:tcPr>
            <w:tcW w:w="636" w:type="dxa"/>
            <w:vMerge w:val="restart"/>
            <w:shd w:val="clear" w:color="auto" w:fill="4F81BD" w:themeFill="accent1"/>
            <w:vAlign w:val="center"/>
          </w:tcPr>
          <w:p w14:paraId="6B193F16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Merge w:val="restart"/>
            <w:shd w:val="clear" w:color="auto" w:fill="4F81BD" w:themeFill="accent1"/>
            <w:vAlign w:val="center"/>
          </w:tcPr>
          <w:p w14:paraId="42962F0B" w14:textId="77777777" w:rsidR="003A4F99" w:rsidRPr="003A4F99" w:rsidRDefault="003A4F99" w:rsidP="00700875">
            <w:pPr>
              <w:pStyle w:val="NoSpacing"/>
              <w:jc w:val="center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3A4F99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DESCRIÇÃO DO MATERIAL</w:t>
            </w:r>
          </w:p>
        </w:tc>
        <w:tc>
          <w:tcPr>
            <w:tcW w:w="2293" w:type="dxa"/>
            <w:gridSpan w:val="2"/>
            <w:shd w:val="clear" w:color="auto" w:fill="4F81BD" w:themeFill="accent1"/>
            <w:vAlign w:val="center"/>
          </w:tcPr>
          <w:p w14:paraId="1697A32C" w14:textId="77777777" w:rsidR="003A4F99" w:rsidRPr="003A4F99" w:rsidRDefault="003A4F99" w:rsidP="00700875">
            <w:pPr>
              <w:pStyle w:val="NoSpacing"/>
              <w:jc w:val="center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3A4F99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QUANTIDADE</w:t>
            </w:r>
          </w:p>
        </w:tc>
        <w:tc>
          <w:tcPr>
            <w:tcW w:w="3188" w:type="dxa"/>
            <w:gridSpan w:val="2"/>
            <w:shd w:val="clear" w:color="auto" w:fill="4F81BD" w:themeFill="accent1"/>
            <w:vAlign w:val="center"/>
          </w:tcPr>
          <w:p w14:paraId="525B9138" w14:textId="77777777" w:rsidR="003A4F99" w:rsidRPr="003A4F99" w:rsidRDefault="003A4F99" w:rsidP="00700875">
            <w:pPr>
              <w:pStyle w:val="NoSpacing"/>
              <w:jc w:val="center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3A4F99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ESTADO</w:t>
            </w:r>
            <w:r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*</w:t>
            </w:r>
          </w:p>
        </w:tc>
      </w:tr>
      <w:tr w:rsidR="003A4F99" w:rsidRPr="008A2017" w14:paraId="542E36CE" w14:textId="77777777" w:rsidTr="00700875">
        <w:trPr>
          <w:trHeight w:val="454"/>
        </w:trPr>
        <w:tc>
          <w:tcPr>
            <w:tcW w:w="636" w:type="dxa"/>
            <w:vMerge/>
            <w:shd w:val="clear" w:color="auto" w:fill="4F81BD" w:themeFill="accent1"/>
            <w:vAlign w:val="center"/>
          </w:tcPr>
          <w:p w14:paraId="0F3895FC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Merge/>
            <w:shd w:val="clear" w:color="auto" w:fill="4F81BD" w:themeFill="accent1"/>
            <w:vAlign w:val="center"/>
          </w:tcPr>
          <w:p w14:paraId="08DEAFDA" w14:textId="77777777" w:rsidR="003A4F99" w:rsidRPr="003A4F99" w:rsidRDefault="003A4F99" w:rsidP="00700875">
            <w:pPr>
              <w:pStyle w:val="NoSpacing"/>
              <w:jc w:val="center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145" w:type="dxa"/>
            <w:shd w:val="clear" w:color="auto" w:fill="4F81BD" w:themeFill="accent1"/>
            <w:vAlign w:val="center"/>
          </w:tcPr>
          <w:p w14:paraId="620D06B9" w14:textId="77777777" w:rsidR="003A4F99" w:rsidRPr="003A4F99" w:rsidRDefault="003A4F99" w:rsidP="00700875">
            <w:pPr>
              <w:pStyle w:val="NoSpacing"/>
              <w:jc w:val="center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3A4F99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Início</w:t>
            </w:r>
          </w:p>
        </w:tc>
        <w:tc>
          <w:tcPr>
            <w:tcW w:w="1148" w:type="dxa"/>
            <w:shd w:val="clear" w:color="auto" w:fill="4F81BD" w:themeFill="accent1"/>
            <w:vAlign w:val="center"/>
          </w:tcPr>
          <w:p w14:paraId="28C7E0D1" w14:textId="77777777" w:rsidR="003A4F99" w:rsidRPr="003A4F99" w:rsidRDefault="003A4F99" w:rsidP="00700875">
            <w:pPr>
              <w:pStyle w:val="NoSpacing"/>
              <w:jc w:val="center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3A4F99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Término</w:t>
            </w:r>
          </w:p>
        </w:tc>
        <w:tc>
          <w:tcPr>
            <w:tcW w:w="1420" w:type="dxa"/>
            <w:shd w:val="clear" w:color="auto" w:fill="4F81BD" w:themeFill="accent1"/>
            <w:vAlign w:val="center"/>
          </w:tcPr>
          <w:p w14:paraId="17088433" w14:textId="77777777" w:rsidR="003A4F99" w:rsidRPr="003A4F99" w:rsidRDefault="003A4F99" w:rsidP="00700875">
            <w:pPr>
              <w:pStyle w:val="NoSpacing"/>
              <w:jc w:val="center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3A4F99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Início</w:t>
            </w:r>
          </w:p>
        </w:tc>
        <w:tc>
          <w:tcPr>
            <w:tcW w:w="1768" w:type="dxa"/>
            <w:shd w:val="clear" w:color="auto" w:fill="4F81BD" w:themeFill="accent1"/>
            <w:vAlign w:val="center"/>
          </w:tcPr>
          <w:p w14:paraId="3CC45CF0" w14:textId="77777777" w:rsidR="003A4F99" w:rsidRPr="003A4F99" w:rsidRDefault="003A4F99" w:rsidP="00700875">
            <w:pPr>
              <w:pStyle w:val="NoSpacing"/>
              <w:jc w:val="center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3A4F99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Término</w:t>
            </w:r>
          </w:p>
        </w:tc>
      </w:tr>
      <w:tr w:rsidR="003A4F99" w:rsidRPr="008A2017" w14:paraId="138E63FB" w14:textId="77777777" w:rsidTr="00700875">
        <w:trPr>
          <w:trHeight w:val="510"/>
        </w:trPr>
        <w:tc>
          <w:tcPr>
            <w:tcW w:w="636" w:type="dxa"/>
            <w:vMerge w:val="restart"/>
            <w:textDirection w:val="btLr"/>
            <w:vAlign w:val="center"/>
          </w:tcPr>
          <w:p w14:paraId="0BF971F4" w14:textId="77777777" w:rsidR="003A4F99" w:rsidRDefault="003A4F99" w:rsidP="003A4F99">
            <w:pPr>
              <w:pStyle w:val="NoSpacing"/>
              <w:ind w:left="113" w:right="113"/>
              <w:jc w:val="center"/>
              <w:rPr>
                <w:rFonts w:ascii="Gill Sans" w:hAnsi="Gill Sans" w:cs="Gill Sans"/>
                <w:sz w:val="18"/>
                <w:szCs w:val="18"/>
              </w:rPr>
            </w:pPr>
            <w:r>
              <w:rPr>
                <w:rFonts w:ascii="Gill Sans" w:hAnsi="Gill Sans" w:cs="Gill Sans"/>
                <w:sz w:val="18"/>
                <w:szCs w:val="18"/>
              </w:rPr>
              <w:t>MATERIAL DE DESGASTE</w:t>
            </w:r>
          </w:p>
          <w:p w14:paraId="7B954D71" w14:textId="77777777" w:rsidR="003A4F99" w:rsidRPr="009A78AA" w:rsidRDefault="003A4F99" w:rsidP="003A4F99">
            <w:pPr>
              <w:pStyle w:val="NoSpacing"/>
              <w:ind w:left="113" w:right="113"/>
              <w:jc w:val="center"/>
              <w:rPr>
                <w:rFonts w:ascii="Gill Sans" w:hAnsi="Gill Sans" w:cs="Gill Sans"/>
                <w:sz w:val="18"/>
                <w:szCs w:val="18"/>
              </w:rPr>
            </w:pPr>
            <w:r w:rsidRPr="009A78AA">
              <w:rPr>
                <w:rFonts w:ascii="Gill Sans" w:hAnsi="Gill Sans" w:cs="Gill Sans"/>
                <w:sz w:val="18"/>
                <w:szCs w:val="18"/>
              </w:rPr>
              <w:t xml:space="preserve">(cola, aguarelas, tintas, </w:t>
            </w:r>
            <w:proofErr w:type="spellStart"/>
            <w:r w:rsidRPr="009A78AA">
              <w:rPr>
                <w:rFonts w:ascii="Gill Sans" w:hAnsi="Gill Sans" w:cs="Gill Sans"/>
                <w:sz w:val="18"/>
                <w:szCs w:val="18"/>
              </w:rPr>
              <w:t>etc</w:t>
            </w:r>
            <w:proofErr w:type="spellEnd"/>
            <w:r w:rsidRPr="009A78AA">
              <w:rPr>
                <w:rFonts w:ascii="Gill Sans" w:hAnsi="Gill Sans" w:cs="Gill Sans"/>
                <w:sz w:val="18"/>
                <w:szCs w:val="18"/>
              </w:rPr>
              <w:t>)</w:t>
            </w:r>
          </w:p>
        </w:tc>
        <w:tc>
          <w:tcPr>
            <w:tcW w:w="2955" w:type="dxa"/>
            <w:vAlign w:val="center"/>
          </w:tcPr>
          <w:p w14:paraId="29C8E3E9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1ADC1EDD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0998C720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451BCB00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56479790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279B0914" w14:textId="77777777" w:rsidTr="00700875">
        <w:trPr>
          <w:trHeight w:val="510"/>
        </w:trPr>
        <w:tc>
          <w:tcPr>
            <w:tcW w:w="636" w:type="dxa"/>
            <w:vMerge/>
            <w:vAlign w:val="center"/>
          </w:tcPr>
          <w:p w14:paraId="589E408A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4A1EDC5A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1CF849F4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7C39E6A2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5451E29D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646F9459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0CFA1FF6" w14:textId="77777777" w:rsidTr="00700875">
        <w:trPr>
          <w:trHeight w:val="510"/>
        </w:trPr>
        <w:tc>
          <w:tcPr>
            <w:tcW w:w="636" w:type="dxa"/>
            <w:vMerge/>
            <w:vAlign w:val="center"/>
          </w:tcPr>
          <w:p w14:paraId="01B80994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0C5426EB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1365C909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42DE2990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5FED58F5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2F7A96DB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3B25C7D5" w14:textId="77777777" w:rsidTr="00700875">
        <w:trPr>
          <w:trHeight w:val="510"/>
        </w:trPr>
        <w:tc>
          <w:tcPr>
            <w:tcW w:w="636" w:type="dxa"/>
            <w:vMerge/>
            <w:vAlign w:val="center"/>
          </w:tcPr>
          <w:p w14:paraId="72A8D005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51413DBC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4EEA411E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0BD1045A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6CA0AC1C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6AF7AFF2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6C5058E9" w14:textId="77777777" w:rsidTr="00700875">
        <w:trPr>
          <w:trHeight w:val="510"/>
        </w:trPr>
        <w:tc>
          <w:tcPr>
            <w:tcW w:w="636" w:type="dxa"/>
            <w:vMerge/>
            <w:vAlign w:val="center"/>
          </w:tcPr>
          <w:p w14:paraId="33700607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6BA4179A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112A5FB7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21A6B132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12E88A1B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7E06F776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0017CC79" w14:textId="77777777" w:rsidTr="00700875">
        <w:trPr>
          <w:trHeight w:val="510"/>
        </w:trPr>
        <w:tc>
          <w:tcPr>
            <w:tcW w:w="636" w:type="dxa"/>
            <w:vMerge/>
            <w:vAlign w:val="center"/>
          </w:tcPr>
          <w:p w14:paraId="616FC3FA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17BE25DD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74BF532B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6AE68830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2903851C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07165DC4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1E9AE273" w14:textId="77777777" w:rsidTr="00700875">
        <w:trPr>
          <w:trHeight w:val="510"/>
        </w:trPr>
        <w:tc>
          <w:tcPr>
            <w:tcW w:w="636" w:type="dxa"/>
            <w:vMerge/>
            <w:vAlign w:val="center"/>
          </w:tcPr>
          <w:p w14:paraId="2C0BEE23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60BB86B0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152AEA7A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2A720A50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402572E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18D781CA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10EC178A" w14:textId="77777777" w:rsidTr="00700875">
        <w:trPr>
          <w:trHeight w:val="510"/>
        </w:trPr>
        <w:tc>
          <w:tcPr>
            <w:tcW w:w="636" w:type="dxa"/>
            <w:vMerge/>
            <w:vAlign w:val="center"/>
          </w:tcPr>
          <w:p w14:paraId="36EE14DE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66A3603D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24AFEAF7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0BD5C14D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226569F6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279EC4AE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7A3B1D3C" w14:textId="77777777" w:rsidTr="00700875">
        <w:trPr>
          <w:trHeight w:val="510"/>
        </w:trPr>
        <w:tc>
          <w:tcPr>
            <w:tcW w:w="636" w:type="dxa"/>
            <w:vMerge/>
            <w:vAlign w:val="center"/>
          </w:tcPr>
          <w:p w14:paraId="4C4FB1D2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286590F8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5B773F1A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08BCAD74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4956E8EC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26327EE7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61E09419" w14:textId="77777777" w:rsidTr="00700875">
        <w:trPr>
          <w:trHeight w:val="510"/>
        </w:trPr>
        <w:tc>
          <w:tcPr>
            <w:tcW w:w="636" w:type="dxa"/>
            <w:vMerge/>
            <w:vAlign w:val="center"/>
          </w:tcPr>
          <w:p w14:paraId="48DD8547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754EBFA5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691B0863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4D1DAA16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0612EBF5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1EF2C0F1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66ADECC4" w14:textId="77777777" w:rsidTr="00700875">
        <w:trPr>
          <w:trHeight w:val="510"/>
        </w:trPr>
        <w:tc>
          <w:tcPr>
            <w:tcW w:w="636" w:type="dxa"/>
            <w:vMerge/>
            <w:vAlign w:val="center"/>
          </w:tcPr>
          <w:p w14:paraId="7F9E65E9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7AB88BE2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14DB6134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3F2CC45C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3375C74D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486BB28F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0DB81722" w14:textId="77777777" w:rsidTr="00700875">
        <w:trPr>
          <w:trHeight w:val="510"/>
        </w:trPr>
        <w:tc>
          <w:tcPr>
            <w:tcW w:w="636" w:type="dxa"/>
            <w:vMerge/>
            <w:vAlign w:val="center"/>
          </w:tcPr>
          <w:p w14:paraId="39610CB8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5B31CFCD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20FDC6F6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42C69CE4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587DA248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66C77A9F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50BB654C" w14:textId="77777777" w:rsidTr="00700875">
        <w:trPr>
          <w:trHeight w:val="510"/>
        </w:trPr>
        <w:tc>
          <w:tcPr>
            <w:tcW w:w="636" w:type="dxa"/>
            <w:vMerge/>
            <w:vAlign w:val="center"/>
          </w:tcPr>
          <w:p w14:paraId="6A5C2002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6B44D074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49FDE947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2CEB1B71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52887EF0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597AA290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25E2E4B2" w14:textId="77777777" w:rsidTr="00700875">
        <w:trPr>
          <w:trHeight w:val="510"/>
        </w:trPr>
        <w:tc>
          <w:tcPr>
            <w:tcW w:w="636" w:type="dxa"/>
            <w:vMerge/>
            <w:vAlign w:val="center"/>
          </w:tcPr>
          <w:p w14:paraId="4029FF88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263CE5F7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094EFB3E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36092A14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18A00FB8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4F87C023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7B4B3098" w14:textId="77777777" w:rsidTr="00700875">
        <w:trPr>
          <w:trHeight w:val="510"/>
        </w:trPr>
        <w:tc>
          <w:tcPr>
            <w:tcW w:w="636" w:type="dxa"/>
            <w:vMerge/>
            <w:vAlign w:val="center"/>
          </w:tcPr>
          <w:p w14:paraId="0C6C3C4F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2F526CA8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081F273A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2E308668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16A10F50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3BD52723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4FE3A728" w14:textId="77777777" w:rsidTr="00700875">
        <w:trPr>
          <w:trHeight w:val="510"/>
        </w:trPr>
        <w:tc>
          <w:tcPr>
            <w:tcW w:w="636" w:type="dxa"/>
            <w:vMerge/>
            <w:vAlign w:val="center"/>
          </w:tcPr>
          <w:p w14:paraId="0E9430FB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6627C71A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1F0E19F2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7B062929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3665F857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00F4F18F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30BF6DDD" w14:textId="77777777" w:rsidTr="00700875">
        <w:trPr>
          <w:trHeight w:val="510"/>
        </w:trPr>
        <w:tc>
          <w:tcPr>
            <w:tcW w:w="636" w:type="dxa"/>
            <w:vMerge/>
            <w:vAlign w:val="center"/>
          </w:tcPr>
          <w:p w14:paraId="6B9089D0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2303E587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67893459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15AA1F0A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3A757AE8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47F8D991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52C0BEC6" w14:textId="77777777" w:rsidTr="00700875">
        <w:trPr>
          <w:trHeight w:val="510"/>
        </w:trPr>
        <w:tc>
          <w:tcPr>
            <w:tcW w:w="636" w:type="dxa"/>
            <w:vMerge/>
            <w:vAlign w:val="center"/>
          </w:tcPr>
          <w:p w14:paraId="3AE67720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3674D72C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3B6F96F0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42FE5ADE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32F0BCC8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58871F18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375B1C9C" w14:textId="77777777" w:rsidTr="00700875">
        <w:trPr>
          <w:trHeight w:val="510"/>
        </w:trPr>
        <w:tc>
          <w:tcPr>
            <w:tcW w:w="636" w:type="dxa"/>
            <w:vMerge/>
            <w:vAlign w:val="center"/>
          </w:tcPr>
          <w:p w14:paraId="476390B7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51B38DB4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70500855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495C8BD5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7E6D3408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3E7205F3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</w:tbl>
    <w:p w14:paraId="3D6564A3" w14:textId="77777777" w:rsidR="003A4F99" w:rsidRDefault="003A4F99" w:rsidP="003A4F99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p w14:paraId="75D2A47E" w14:textId="77777777" w:rsidR="003A4F99" w:rsidRPr="003A4F99" w:rsidRDefault="003A4F99" w:rsidP="003A4F99">
      <w:pPr>
        <w:pStyle w:val="NoSpacing"/>
        <w:jc w:val="both"/>
        <w:rPr>
          <w:rFonts w:ascii="Gill Sans" w:hAnsi="Gill Sans" w:cs="Gill Sans"/>
          <w:color w:val="000000" w:themeColor="text1"/>
          <w:sz w:val="14"/>
          <w:szCs w:val="14"/>
        </w:rPr>
      </w:pPr>
    </w:p>
    <w:p w14:paraId="2CFD6977" w14:textId="77777777" w:rsidR="003A4F99" w:rsidRPr="003A4F99" w:rsidRDefault="003A4F99" w:rsidP="003A4F99">
      <w:pPr>
        <w:pStyle w:val="NoSpacing"/>
        <w:jc w:val="both"/>
        <w:rPr>
          <w:rFonts w:ascii="Gill Sans" w:hAnsi="Gill Sans" w:cs="Gill Sans"/>
          <w:color w:val="000000" w:themeColor="text1"/>
          <w:sz w:val="14"/>
          <w:szCs w:val="14"/>
        </w:rPr>
      </w:pPr>
      <w:r>
        <w:rPr>
          <w:rFonts w:ascii="Gill Sans" w:hAnsi="Gill Sans" w:cs="Gill Sans"/>
          <w:color w:val="000000" w:themeColor="text1"/>
          <w:sz w:val="18"/>
          <w:szCs w:val="18"/>
        </w:rPr>
        <w:t xml:space="preserve">* </w:t>
      </w:r>
      <w:r w:rsidRPr="003A4F99">
        <w:rPr>
          <w:rFonts w:ascii="Gill Sans" w:hAnsi="Gill Sans" w:cs="Gill Sans"/>
          <w:color w:val="000000" w:themeColor="text1"/>
          <w:sz w:val="18"/>
          <w:szCs w:val="18"/>
        </w:rPr>
        <w:t>novo; usado - bom; usado - estragado; cheio; a meio; no fim</w:t>
      </w:r>
      <w:r>
        <w:rPr>
          <w:rFonts w:ascii="Gill Sans" w:hAnsi="Gill Sans" w:cs="Gill Sans"/>
          <w:color w:val="000000" w:themeColor="text1"/>
          <w:sz w:val="18"/>
          <w:szCs w:val="18"/>
        </w:rPr>
        <w:t>.</w:t>
      </w:r>
      <w:r w:rsidRPr="003A4F99">
        <w:rPr>
          <w:color w:val="000000" w:themeColor="text1"/>
          <w:lang w:val="en-US"/>
        </w:rPr>
        <w:tab/>
      </w:r>
    </w:p>
    <w:p w14:paraId="10C3BF18" w14:textId="77777777" w:rsidR="003A4F99" w:rsidRDefault="003A4F99" w:rsidP="003A4F99">
      <w:pPr>
        <w:spacing w:after="0" w:line="240" w:lineRule="auto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</w:p>
    <w:tbl>
      <w:tblPr>
        <w:tblStyle w:val="TableGrid"/>
        <w:tblW w:w="9072" w:type="dxa"/>
        <w:tblInd w:w="108" w:type="dxa"/>
        <w:tblLook w:val="04A0" w:firstRow="1" w:lastRow="0" w:firstColumn="1" w:lastColumn="0" w:noHBand="0" w:noVBand="1"/>
      </w:tblPr>
      <w:tblGrid>
        <w:gridCol w:w="636"/>
        <w:gridCol w:w="2955"/>
        <w:gridCol w:w="1145"/>
        <w:gridCol w:w="1148"/>
        <w:gridCol w:w="1420"/>
        <w:gridCol w:w="1768"/>
      </w:tblGrid>
      <w:tr w:rsidR="003A4F99" w:rsidRPr="008A2017" w14:paraId="38C753DE" w14:textId="77777777" w:rsidTr="00700875">
        <w:trPr>
          <w:trHeight w:val="454"/>
        </w:trPr>
        <w:tc>
          <w:tcPr>
            <w:tcW w:w="636" w:type="dxa"/>
            <w:vMerge w:val="restart"/>
            <w:shd w:val="clear" w:color="auto" w:fill="4F81BD" w:themeFill="accent1"/>
            <w:vAlign w:val="center"/>
          </w:tcPr>
          <w:p w14:paraId="4086AC6C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Merge w:val="restart"/>
            <w:shd w:val="clear" w:color="auto" w:fill="4F81BD" w:themeFill="accent1"/>
            <w:vAlign w:val="center"/>
          </w:tcPr>
          <w:p w14:paraId="099187A0" w14:textId="77777777" w:rsidR="003A4F99" w:rsidRPr="003A4F99" w:rsidRDefault="003A4F99" w:rsidP="00700875">
            <w:pPr>
              <w:pStyle w:val="NoSpacing"/>
              <w:jc w:val="center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3A4F99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DESCRIÇÃO DO MATERIAL</w:t>
            </w:r>
          </w:p>
        </w:tc>
        <w:tc>
          <w:tcPr>
            <w:tcW w:w="2293" w:type="dxa"/>
            <w:gridSpan w:val="2"/>
            <w:shd w:val="clear" w:color="auto" w:fill="4F81BD" w:themeFill="accent1"/>
            <w:vAlign w:val="center"/>
          </w:tcPr>
          <w:p w14:paraId="2F0CB72E" w14:textId="77777777" w:rsidR="003A4F99" w:rsidRPr="003A4F99" w:rsidRDefault="003A4F99" w:rsidP="00700875">
            <w:pPr>
              <w:pStyle w:val="NoSpacing"/>
              <w:jc w:val="center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3A4F99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QUANTIDADE</w:t>
            </w:r>
          </w:p>
        </w:tc>
        <w:tc>
          <w:tcPr>
            <w:tcW w:w="3188" w:type="dxa"/>
            <w:gridSpan w:val="2"/>
            <w:shd w:val="clear" w:color="auto" w:fill="4F81BD" w:themeFill="accent1"/>
            <w:vAlign w:val="center"/>
          </w:tcPr>
          <w:p w14:paraId="15DC2014" w14:textId="77777777" w:rsidR="003A4F99" w:rsidRPr="003A4F99" w:rsidRDefault="003A4F99" w:rsidP="00700875">
            <w:pPr>
              <w:pStyle w:val="NoSpacing"/>
              <w:jc w:val="center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3A4F99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ESTADO</w:t>
            </w:r>
            <w:r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*</w:t>
            </w:r>
          </w:p>
        </w:tc>
      </w:tr>
      <w:tr w:rsidR="003A4F99" w:rsidRPr="008A2017" w14:paraId="295074EF" w14:textId="77777777" w:rsidTr="00700875">
        <w:trPr>
          <w:trHeight w:val="454"/>
        </w:trPr>
        <w:tc>
          <w:tcPr>
            <w:tcW w:w="636" w:type="dxa"/>
            <w:vMerge/>
            <w:shd w:val="clear" w:color="auto" w:fill="4F81BD" w:themeFill="accent1"/>
            <w:vAlign w:val="center"/>
          </w:tcPr>
          <w:p w14:paraId="51E932C1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Merge/>
            <w:shd w:val="clear" w:color="auto" w:fill="4F81BD" w:themeFill="accent1"/>
            <w:vAlign w:val="center"/>
          </w:tcPr>
          <w:p w14:paraId="7A4CFE69" w14:textId="77777777" w:rsidR="003A4F99" w:rsidRPr="003A4F99" w:rsidRDefault="003A4F99" w:rsidP="00700875">
            <w:pPr>
              <w:pStyle w:val="NoSpacing"/>
              <w:jc w:val="center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145" w:type="dxa"/>
            <w:shd w:val="clear" w:color="auto" w:fill="4F81BD" w:themeFill="accent1"/>
            <w:vAlign w:val="center"/>
          </w:tcPr>
          <w:p w14:paraId="76C8FC59" w14:textId="77777777" w:rsidR="003A4F99" w:rsidRPr="003A4F99" w:rsidRDefault="003A4F99" w:rsidP="00700875">
            <w:pPr>
              <w:pStyle w:val="NoSpacing"/>
              <w:jc w:val="center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3A4F99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Início</w:t>
            </w:r>
          </w:p>
        </w:tc>
        <w:tc>
          <w:tcPr>
            <w:tcW w:w="1148" w:type="dxa"/>
            <w:shd w:val="clear" w:color="auto" w:fill="4F81BD" w:themeFill="accent1"/>
            <w:vAlign w:val="center"/>
          </w:tcPr>
          <w:p w14:paraId="1785EC6D" w14:textId="77777777" w:rsidR="003A4F99" w:rsidRPr="003A4F99" w:rsidRDefault="003A4F99" w:rsidP="00700875">
            <w:pPr>
              <w:pStyle w:val="NoSpacing"/>
              <w:jc w:val="center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3A4F99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Término</w:t>
            </w:r>
          </w:p>
        </w:tc>
        <w:tc>
          <w:tcPr>
            <w:tcW w:w="1420" w:type="dxa"/>
            <w:shd w:val="clear" w:color="auto" w:fill="4F81BD" w:themeFill="accent1"/>
            <w:vAlign w:val="center"/>
          </w:tcPr>
          <w:p w14:paraId="07CBE273" w14:textId="77777777" w:rsidR="003A4F99" w:rsidRPr="003A4F99" w:rsidRDefault="003A4F99" w:rsidP="00700875">
            <w:pPr>
              <w:pStyle w:val="NoSpacing"/>
              <w:jc w:val="center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3A4F99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Início</w:t>
            </w:r>
          </w:p>
        </w:tc>
        <w:tc>
          <w:tcPr>
            <w:tcW w:w="1768" w:type="dxa"/>
            <w:shd w:val="clear" w:color="auto" w:fill="4F81BD" w:themeFill="accent1"/>
            <w:vAlign w:val="center"/>
          </w:tcPr>
          <w:p w14:paraId="33BB08E1" w14:textId="77777777" w:rsidR="003A4F99" w:rsidRPr="003A4F99" w:rsidRDefault="003A4F99" w:rsidP="00700875">
            <w:pPr>
              <w:pStyle w:val="NoSpacing"/>
              <w:jc w:val="center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3A4F99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Término</w:t>
            </w:r>
          </w:p>
        </w:tc>
      </w:tr>
      <w:tr w:rsidR="003A4F99" w:rsidRPr="008A2017" w14:paraId="1A30730A" w14:textId="77777777" w:rsidTr="00700875">
        <w:trPr>
          <w:trHeight w:val="510"/>
        </w:trPr>
        <w:tc>
          <w:tcPr>
            <w:tcW w:w="636" w:type="dxa"/>
            <w:vMerge w:val="restart"/>
            <w:textDirection w:val="btLr"/>
            <w:vAlign w:val="center"/>
          </w:tcPr>
          <w:p w14:paraId="0EA2BC76" w14:textId="77777777" w:rsidR="003A4F99" w:rsidRDefault="003A4F99" w:rsidP="003A4F99">
            <w:pPr>
              <w:pStyle w:val="NoSpacing"/>
              <w:ind w:left="113" w:right="113"/>
              <w:jc w:val="center"/>
              <w:rPr>
                <w:rFonts w:ascii="Gill Sans" w:hAnsi="Gill Sans" w:cs="Gill Sans"/>
                <w:sz w:val="18"/>
                <w:szCs w:val="18"/>
              </w:rPr>
            </w:pPr>
            <w:r>
              <w:rPr>
                <w:rFonts w:ascii="Gill Sans" w:hAnsi="Gill Sans" w:cs="Gill Sans"/>
                <w:sz w:val="18"/>
                <w:szCs w:val="18"/>
              </w:rPr>
              <w:t>MATERIA</w:t>
            </w:r>
            <w:r>
              <w:rPr>
                <w:rFonts w:ascii="Gill Sans" w:hAnsi="Gill Sans" w:cs="Gill Sans"/>
                <w:sz w:val="18"/>
                <w:szCs w:val="18"/>
              </w:rPr>
              <w:t>L ALIMENTAR</w:t>
            </w:r>
          </w:p>
          <w:p w14:paraId="1424A0DC" w14:textId="77777777" w:rsidR="003A4F99" w:rsidRPr="009A78AA" w:rsidRDefault="003A4F99" w:rsidP="003A4F99">
            <w:pPr>
              <w:pStyle w:val="NoSpacing"/>
              <w:ind w:left="113" w:right="113"/>
              <w:jc w:val="center"/>
              <w:rPr>
                <w:rFonts w:ascii="Gill Sans" w:hAnsi="Gill Sans" w:cs="Gill Sans"/>
                <w:sz w:val="18"/>
                <w:szCs w:val="18"/>
              </w:rPr>
            </w:pPr>
            <w:r>
              <w:rPr>
                <w:rFonts w:ascii="Gill Sans" w:hAnsi="Gill Sans" w:cs="Gill Sans"/>
                <w:sz w:val="18"/>
                <w:szCs w:val="18"/>
              </w:rPr>
              <w:t>(massa, café, canela, etc)</w:t>
            </w:r>
            <w:bookmarkStart w:id="0" w:name="_GoBack"/>
            <w:bookmarkEnd w:id="0"/>
          </w:p>
        </w:tc>
        <w:tc>
          <w:tcPr>
            <w:tcW w:w="2955" w:type="dxa"/>
            <w:vAlign w:val="center"/>
          </w:tcPr>
          <w:p w14:paraId="5C3BCEEB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7D7DF3A5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63F8FED2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62549E1F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6342F150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09E184B7" w14:textId="77777777" w:rsidTr="00700875">
        <w:trPr>
          <w:trHeight w:val="510"/>
        </w:trPr>
        <w:tc>
          <w:tcPr>
            <w:tcW w:w="636" w:type="dxa"/>
            <w:vMerge/>
            <w:vAlign w:val="center"/>
          </w:tcPr>
          <w:p w14:paraId="4FBA0C77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2F7D1629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6CC7F011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4D51BFD3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5438E109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251DF8E1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08A76C75" w14:textId="77777777" w:rsidTr="00700875">
        <w:trPr>
          <w:trHeight w:val="510"/>
        </w:trPr>
        <w:tc>
          <w:tcPr>
            <w:tcW w:w="636" w:type="dxa"/>
            <w:vMerge/>
            <w:vAlign w:val="center"/>
          </w:tcPr>
          <w:p w14:paraId="2BAD2411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2C4D73DF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326307BB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1C2C62FC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6DDE0D0D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7AA78BB4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6059B3B1" w14:textId="77777777" w:rsidTr="00700875">
        <w:trPr>
          <w:trHeight w:val="510"/>
        </w:trPr>
        <w:tc>
          <w:tcPr>
            <w:tcW w:w="636" w:type="dxa"/>
            <w:vMerge/>
            <w:vAlign w:val="center"/>
          </w:tcPr>
          <w:p w14:paraId="19F885EB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6E3651CC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34ECFF9D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0316F14C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22339A1F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30AC62DE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77707EF2" w14:textId="77777777" w:rsidTr="00700875">
        <w:trPr>
          <w:trHeight w:val="510"/>
        </w:trPr>
        <w:tc>
          <w:tcPr>
            <w:tcW w:w="636" w:type="dxa"/>
            <w:vMerge/>
            <w:vAlign w:val="center"/>
          </w:tcPr>
          <w:p w14:paraId="6C4F6D5B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3E233704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68027123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40BB4001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6A933C9A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2D88E2C6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58728102" w14:textId="77777777" w:rsidTr="00700875">
        <w:trPr>
          <w:trHeight w:val="510"/>
        </w:trPr>
        <w:tc>
          <w:tcPr>
            <w:tcW w:w="636" w:type="dxa"/>
            <w:vMerge/>
            <w:vAlign w:val="center"/>
          </w:tcPr>
          <w:p w14:paraId="31C312E2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23B84371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6F0009A2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6F7E85E8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63E41170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3F7DCEC7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0E92365A" w14:textId="77777777" w:rsidTr="00700875">
        <w:trPr>
          <w:trHeight w:val="510"/>
        </w:trPr>
        <w:tc>
          <w:tcPr>
            <w:tcW w:w="636" w:type="dxa"/>
            <w:vMerge/>
            <w:vAlign w:val="center"/>
          </w:tcPr>
          <w:p w14:paraId="3BCC05F7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1D0D9F36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2EA1A339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09FF9BED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2E0D7AE3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56301B3F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4A40B84A" w14:textId="77777777" w:rsidTr="00700875">
        <w:trPr>
          <w:trHeight w:val="510"/>
        </w:trPr>
        <w:tc>
          <w:tcPr>
            <w:tcW w:w="636" w:type="dxa"/>
            <w:vMerge/>
            <w:vAlign w:val="center"/>
          </w:tcPr>
          <w:p w14:paraId="1A3BD4D8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04611426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1B4EB9B1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36368482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64863475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0B97666A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3370733D" w14:textId="77777777" w:rsidTr="00700875">
        <w:trPr>
          <w:trHeight w:val="510"/>
        </w:trPr>
        <w:tc>
          <w:tcPr>
            <w:tcW w:w="636" w:type="dxa"/>
            <w:vMerge/>
            <w:vAlign w:val="center"/>
          </w:tcPr>
          <w:p w14:paraId="2FEAC92C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5D34721A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400A3679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62D8906E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2929A8F3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3E4335B7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0C71B551" w14:textId="77777777" w:rsidTr="00700875">
        <w:trPr>
          <w:trHeight w:val="510"/>
        </w:trPr>
        <w:tc>
          <w:tcPr>
            <w:tcW w:w="636" w:type="dxa"/>
            <w:vMerge/>
            <w:vAlign w:val="center"/>
          </w:tcPr>
          <w:p w14:paraId="7C01C91E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6B8D7B8E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2DC9F9F0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38862FB3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0EE0B2C2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5D366FF3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5A7365CA" w14:textId="77777777" w:rsidTr="00700875">
        <w:trPr>
          <w:trHeight w:val="510"/>
        </w:trPr>
        <w:tc>
          <w:tcPr>
            <w:tcW w:w="636" w:type="dxa"/>
            <w:vMerge/>
            <w:vAlign w:val="center"/>
          </w:tcPr>
          <w:p w14:paraId="01459775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65D00B5D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7950E0E6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2ED0D55C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1C96035D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420BD190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5DC4B463" w14:textId="77777777" w:rsidTr="00700875">
        <w:trPr>
          <w:trHeight w:val="510"/>
        </w:trPr>
        <w:tc>
          <w:tcPr>
            <w:tcW w:w="636" w:type="dxa"/>
            <w:vMerge/>
            <w:vAlign w:val="center"/>
          </w:tcPr>
          <w:p w14:paraId="1814E67A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74DAA5F7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031DF829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2FC5E116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5558D891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4C791FC5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73E1B57B" w14:textId="77777777" w:rsidTr="00700875">
        <w:trPr>
          <w:trHeight w:val="510"/>
        </w:trPr>
        <w:tc>
          <w:tcPr>
            <w:tcW w:w="636" w:type="dxa"/>
            <w:vMerge/>
            <w:vAlign w:val="center"/>
          </w:tcPr>
          <w:p w14:paraId="5E49226A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36BA1E4A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1D28D84C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42FEA62A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3E3968D5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3B778979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08619F8D" w14:textId="77777777" w:rsidTr="00700875">
        <w:trPr>
          <w:trHeight w:val="510"/>
        </w:trPr>
        <w:tc>
          <w:tcPr>
            <w:tcW w:w="636" w:type="dxa"/>
            <w:vMerge/>
            <w:vAlign w:val="center"/>
          </w:tcPr>
          <w:p w14:paraId="34FC174F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461713A1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7E58F0D5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351C2A6B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14941B46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10E6FC16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2C63ADA5" w14:textId="77777777" w:rsidTr="00700875">
        <w:trPr>
          <w:trHeight w:val="510"/>
        </w:trPr>
        <w:tc>
          <w:tcPr>
            <w:tcW w:w="636" w:type="dxa"/>
            <w:vMerge/>
            <w:vAlign w:val="center"/>
          </w:tcPr>
          <w:p w14:paraId="2432A99C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46A180CA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3CD6AB49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1275EA8F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50B43E06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2DBC505C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2157E5AC" w14:textId="77777777" w:rsidTr="00700875">
        <w:trPr>
          <w:trHeight w:val="510"/>
        </w:trPr>
        <w:tc>
          <w:tcPr>
            <w:tcW w:w="636" w:type="dxa"/>
            <w:vMerge/>
            <w:vAlign w:val="center"/>
          </w:tcPr>
          <w:p w14:paraId="07094CB7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0AD0BDAF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050994B5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5B9A84B9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51E2840C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79F0AE33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29B70675" w14:textId="77777777" w:rsidTr="00700875">
        <w:trPr>
          <w:trHeight w:val="510"/>
        </w:trPr>
        <w:tc>
          <w:tcPr>
            <w:tcW w:w="636" w:type="dxa"/>
            <w:vMerge/>
            <w:vAlign w:val="center"/>
          </w:tcPr>
          <w:p w14:paraId="4412B6CD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1CFB9C9C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7BB3C0BE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39F64271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375FC7FC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7087EDB4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4067C245" w14:textId="77777777" w:rsidTr="00700875">
        <w:trPr>
          <w:trHeight w:val="510"/>
        </w:trPr>
        <w:tc>
          <w:tcPr>
            <w:tcW w:w="636" w:type="dxa"/>
            <w:vMerge/>
            <w:vAlign w:val="center"/>
          </w:tcPr>
          <w:p w14:paraId="6D7F77EA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4E283BCD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788B019C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07C9AB39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5EBA4C66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2C11C2B7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  <w:tr w:rsidR="003A4F99" w:rsidRPr="008A2017" w14:paraId="1163E924" w14:textId="77777777" w:rsidTr="00700875">
        <w:trPr>
          <w:trHeight w:val="510"/>
        </w:trPr>
        <w:tc>
          <w:tcPr>
            <w:tcW w:w="636" w:type="dxa"/>
            <w:vMerge/>
            <w:vAlign w:val="center"/>
          </w:tcPr>
          <w:p w14:paraId="67949819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2955" w:type="dxa"/>
            <w:vAlign w:val="center"/>
          </w:tcPr>
          <w:p w14:paraId="4A9BD86A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14:paraId="57CA3279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14:paraId="02FF2F3E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420" w:type="dxa"/>
            <w:vAlign w:val="center"/>
          </w:tcPr>
          <w:p w14:paraId="12C4047D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14:paraId="04ECF447" w14:textId="77777777" w:rsidR="003A4F99" w:rsidRPr="009A78AA" w:rsidRDefault="003A4F99" w:rsidP="00700875">
            <w:pPr>
              <w:pStyle w:val="NoSpacing"/>
              <w:jc w:val="center"/>
              <w:rPr>
                <w:rFonts w:ascii="Gill Sans" w:hAnsi="Gill Sans" w:cs="Gill Sans"/>
                <w:sz w:val="18"/>
                <w:szCs w:val="18"/>
              </w:rPr>
            </w:pPr>
          </w:p>
        </w:tc>
      </w:tr>
    </w:tbl>
    <w:p w14:paraId="40F3B709" w14:textId="77777777" w:rsidR="003A4F99" w:rsidRDefault="003A4F99" w:rsidP="003A4F99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p w14:paraId="60C1AD82" w14:textId="77777777" w:rsidR="003A4F99" w:rsidRPr="003A4F99" w:rsidRDefault="003A4F99" w:rsidP="003A4F99">
      <w:pPr>
        <w:pStyle w:val="NoSpacing"/>
        <w:jc w:val="both"/>
        <w:rPr>
          <w:rFonts w:ascii="Gill Sans" w:hAnsi="Gill Sans" w:cs="Gill Sans"/>
          <w:color w:val="000000" w:themeColor="text1"/>
          <w:sz w:val="14"/>
          <w:szCs w:val="14"/>
        </w:rPr>
      </w:pPr>
    </w:p>
    <w:p w14:paraId="012A3AE2" w14:textId="77777777" w:rsidR="003A4F99" w:rsidRPr="003A4F99" w:rsidRDefault="003A4F99" w:rsidP="003A4F99">
      <w:pPr>
        <w:pStyle w:val="NoSpacing"/>
        <w:jc w:val="both"/>
        <w:rPr>
          <w:rFonts w:ascii="Gill Sans" w:hAnsi="Gill Sans" w:cs="Gill Sans"/>
          <w:color w:val="000000" w:themeColor="text1"/>
          <w:sz w:val="14"/>
          <w:szCs w:val="14"/>
        </w:rPr>
      </w:pPr>
      <w:r>
        <w:rPr>
          <w:rFonts w:ascii="Gill Sans" w:hAnsi="Gill Sans" w:cs="Gill Sans"/>
          <w:color w:val="000000" w:themeColor="text1"/>
          <w:sz w:val="18"/>
          <w:szCs w:val="18"/>
        </w:rPr>
        <w:t xml:space="preserve">* </w:t>
      </w:r>
      <w:r w:rsidRPr="003A4F99">
        <w:rPr>
          <w:rFonts w:ascii="Gill Sans" w:hAnsi="Gill Sans" w:cs="Gill Sans"/>
          <w:color w:val="000000" w:themeColor="text1"/>
          <w:sz w:val="18"/>
          <w:szCs w:val="18"/>
        </w:rPr>
        <w:t>novo; usado - bom; usado - estragado; cheio; a meio; no fim</w:t>
      </w:r>
      <w:r>
        <w:rPr>
          <w:rFonts w:ascii="Gill Sans" w:hAnsi="Gill Sans" w:cs="Gill Sans"/>
          <w:color w:val="000000" w:themeColor="text1"/>
          <w:sz w:val="18"/>
          <w:szCs w:val="18"/>
        </w:rPr>
        <w:t>.</w:t>
      </w:r>
      <w:r w:rsidRPr="003A4F99">
        <w:rPr>
          <w:color w:val="000000" w:themeColor="text1"/>
          <w:lang w:val="en-US"/>
        </w:rPr>
        <w:tab/>
      </w:r>
    </w:p>
    <w:p w14:paraId="4C219DBC" w14:textId="77777777" w:rsidR="003A4F99" w:rsidRDefault="003A4F99" w:rsidP="003A4F99">
      <w:pPr>
        <w:spacing w:after="0" w:line="240" w:lineRule="auto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</w:p>
    <w:sectPr w:rsidR="003A4F99" w:rsidSect="00CA759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3686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ACA158" w14:textId="77777777" w:rsidR="001E3C26" w:rsidRDefault="001E3C26" w:rsidP="006B5B8A">
      <w:pPr>
        <w:spacing w:after="0" w:line="240" w:lineRule="auto"/>
      </w:pPr>
      <w:r>
        <w:separator/>
      </w:r>
    </w:p>
  </w:endnote>
  <w:endnote w:type="continuationSeparator" w:id="0">
    <w:p w14:paraId="5E84913A" w14:textId="77777777" w:rsidR="001E3C26" w:rsidRDefault="001E3C26" w:rsidP="006B5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0521BC" w14:textId="77777777" w:rsidR="001C0B20" w:rsidRDefault="001C0B20" w:rsidP="005C0AD6">
    <w:pPr>
      <w:pStyle w:val="Footer"/>
      <w:jc w:val="center"/>
    </w:pPr>
    <w:r>
      <w:rPr>
        <w:noProof/>
        <w:lang w:val="en-US"/>
      </w:rPr>
      <w:drawing>
        <wp:anchor distT="0" distB="0" distL="114300" distR="114300" simplePos="0" relativeHeight="251668480" behindDoc="0" locked="0" layoutInCell="1" allowOverlap="1" wp14:anchorId="3C1E8A7A" wp14:editId="7AB34DE6">
          <wp:simplePos x="0" y="0"/>
          <wp:positionH relativeFrom="column">
            <wp:posOffset>0</wp:posOffset>
          </wp:positionH>
          <wp:positionV relativeFrom="paragraph">
            <wp:posOffset>2540</wp:posOffset>
          </wp:positionV>
          <wp:extent cx="7560000" cy="630972"/>
          <wp:effectExtent l="0" t="0" r="0" b="444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6309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EF18AF" w14:textId="77777777" w:rsidR="001C0B20" w:rsidRDefault="001C0B20">
    <w:pPr>
      <w:pStyle w:val="Footer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6B3FCA7F" wp14:editId="09486BD7">
          <wp:simplePos x="0" y="0"/>
          <wp:positionH relativeFrom="column">
            <wp:posOffset>-900430</wp:posOffset>
          </wp:positionH>
          <wp:positionV relativeFrom="paragraph">
            <wp:posOffset>-15875</wp:posOffset>
          </wp:positionV>
          <wp:extent cx="7559040" cy="630555"/>
          <wp:effectExtent l="0" t="0" r="10160" b="4445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AD0087" w14:textId="77777777" w:rsidR="001E3C26" w:rsidRDefault="001E3C26" w:rsidP="006B5B8A">
      <w:pPr>
        <w:spacing w:after="0" w:line="240" w:lineRule="auto"/>
      </w:pPr>
      <w:r>
        <w:separator/>
      </w:r>
    </w:p>
  </w:footnote>
  <w:footnote w:type="continuationSeparator" w:id="0">
    <w:p w14:paraId="5E1469E3" w14:textId="77777777" w:rsidR="001E3C26" w:rsidRDefault="001E3C26" w:rsidP="006B5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6D2017" w14:textId="77777777" w:rsidR="001C0B20" w:rsidRDefault="003A4F99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02DDA06" wp14:editId="5A120580">
              <wp:simplePos x="0" y="0"/>
              <wp:positionH relativeFrom="column">
                <wp:posOffset>2095500</wp:posOffset>
              </wp:positionH>
              <wp:positionV relativeFrom="paragraph">
                <wp:posOffset>1090930</wp:posOffset>
              </wp:positionV>
              <wp:extent cx="3492500" cy="342900"/>
              <wp:effectExtent l="0" t="0" r="0" b="1270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25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3E5D0C" w14:textId="77777777" w:rsidR="003A4F99" w:rsidRPr="003A4F99" w:rsidRDefault="003A4F99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1" o:spid="_x0000_s1026" type="#_x0000_t202" style="position:absolute;margin-left:165pt;margin-top:85.9pt;width:275pt;height:27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" filled="f" stroked="f">
              <v:textbox>
                <w:txbxContent>
                  <w:p w14:paraId="303E5D0C" w14:textId="77777777" w:rsidR="003A4F99" w:rsidRPr="003A4F99" w:rsidRDefault="003A4F99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72576" behindDoc="0" locked="0" layoutInCell="1" allowOverlap="1" wp14:anchorId="0069D9DE" wp14:editId="77D7CF5E">
          <wp:simplePos x="0" y="0"/>
          <wp:positionH relativeFrom="column">
            <wp:posOffset>-908050</wp:posOffset>
          </wp:positionH>
          <wp:positionV relativeFrom="paragraph">
            <wp:posOffset>-509270</wp:posOffset>
          </wp:positionV>
          <wp:extent cx="7559675" cy="2160905"/>
          <wp:effectExtent l="0" t="0" r="952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5.1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160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C0B20">
      <w:rPr>
        <w:noProof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D3B526C" wp14:editId="57D5B21B">
              <wp:simplePos x="0" y="0"/>
              <wp:positionH relativeFrom="column">
                <wp:posOffset>2095500</wp:posOffset>
              </wp:positionH>
              <wp:positionV relativeFrom="paragraph">
                <wp:posOffset>1433830</wp:posOffset>
              </wp:positionV>
              <wp:extent cx="3213100" cy="228600"/>
              <wp:effectExtent l="0" t="0" r="0" b="0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131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19CF540" w14:textId="77777777" w:rsidR="001C0B20" w:rsidRPr="009D4225" w:rsidRDefault="001C0B20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0" o:spid="_x0000_s1027" type="#_x0000_t202" style="position:absolute;margin-left:165pt;margin-top:112.9pt;width:253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" filled="f" stroked="f">
              <v:textbox>
                <w:txbxContent>
                  <w:p w14:paraId="019CF540" w14:textId="77777777" w:rsidR="001C0B20" w:rsidRPr="009D4225" w:rsidRDefault="001C0B20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026CC3" w14:textId="77777777" w:rsidR="001C0B20" w:rsidRDefault="001C0B20" w:rsidP="0057649C">
    <w:pPr>
      <w:pStyle w:val="Header"/>
      <w:tabs>
        <w:tab w:val="clear" w:pos="4252"/>
        <w:tab w:val="clear" w:pos="8504"/>
        <w:tab w:val="left" w:pos="944"/>
      </w:tabs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BC059C1" wp14:editId="2D401BDA">
              <wp:simplePos x="0" y="0"/>
              <wp:positionH relativeFrom="column">
                <wp:posOffset>2025650</wp:posOffset>
              </wp:positionH>
              <wp:positionV relativeFrom="paragraph">
                <wp:posOffset>1090930</wp:posOffset>
              </wp:positionV>
              <wp:extent cx="3562350" cy="342900"/>
              <wp:effectExtent l="0" t="0" r="0" b="1270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235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A3D8E1C" w14:textId="77777777" w:rsidR="001C0B20" w:rsidRPr="00B374F3" w:rsidRDefault="001C0B20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4" o:spid="_x0000_s1030" type="#_x0000_t202" style="position:absolute;margin-left:159.5pt;margin-top:85.9pt;width:280.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" filled="f" stroked="f">
              <v:textbox>
                <w:txbxContent>
                  <w:p w:rsidR="001C0B20" w:rsidRPr="00B374F3" w:rsidRDefault="001C0B20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0F7952C4" wp14:editId="3C68D124">
          <wp:simplePos x="0" y="0"/>
          <wp:positionH relativeFrom="column">
            <wp:posOffset>-900430</wp:posOffset>
          </wp:positionH>
          <wp:positionV relativeFrom="paragraph">
            <wp:posOffset>-509270</wp:posOffset>
          </wp:positionV>
          <wp:extent cx="7559675" cy="2157730"/>
          <wp:effectExtent l="0" t="0" r="9525" b="127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5.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157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C2C24CD" wp14:editId="648C9454">
              <wp:simplePos x="0" y="0"/>
              <wp:positionH relativeFrom="column">
                <wp:posOffset>2308225</wp:posOffset>
              </wp:positionH>
              <wp:positionV relativeFrom="paragraph">
                <wp:posOffset>1115907</wp:posOffset>
              </wp:positionV>
              <wp:extent cx="3225588" cy="338667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25588" cy="3386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5857E4" w14:textId="77777777" w:rsidR="001C0B20" w:rsidRPr="00E07928" w:rsidRDefault="001C0B20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6" o:spid="_x0000_s1031" type="#_x0000_t202" style="position:absolute;margin-left:181.75pt;margin-top:87.85pt;width:254pt;height:26.6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" filled="f" stroked="f">
              <v:textbox>
                <w:txbxContent>
                  <w:p w:rsidR="001C0B20" w:rsidRPr="00E07928" w:rsidRDefault="001C0B20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0233BC7" wp14:editId="62B8EBED">
              <wp:simplePos x="0" y="0"/>
              <wp:positionH relativeFrom="column">
                <wp:posOffset>2291080</wp:posOffset>
              </wp:positionH>
              <wp:positionV relativeFrom="paragraph">
                <wp:posOffset>1107652</wp:posOffset>
              </wp:positionV>
              <wp:extent cx="3208867" cy="313266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8867" cy="31326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1C6CC7" w14:textId="77777777" w:rsidR="001C0B20" w:rsidRPr="00784603" w:rsidRDefault="001C0B20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2" o:spid="_x0000_s1032" type="#_x0000_t202" style="position:absolute;margin-left:180.4pt;margin-top:87.2pt;width:252.65pt;height:24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" filled="f" stroked="f">
              <v:textbox>
                <w:txbxContent>
                  <w:p w:rsidR="001C0B20" w:rsidRPr="00784603" w:rsidRDefault="001C0B20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740A4"/>
    <w:multiLevelType w:val="hybridMultilevel"/>
    <w:tmpl w:val="35FA2E64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C26"/>
    <w:rsid w:val="0005165C"/>
    <w:rsid w:val="00090DE7"/>
    <w:rsid w:val="00097E8E"/>
    <w:rsid w:val="00105B5B"/>
    <w:rsid w:val="00123769"/>
    <w:rsid w:val="001657D8"/>
    <w:rsid w:val="001C0B20"/>
    <w:rsid w:val="001E3C26"/>
    <w:rsid w:val="00220EB4"/>
    <w:rsid w:val="002344B2"/>
    <w:rsid w:val="002619F6"/>
    <w:rsid w:val="002627D2"/>
    <w:rsid w:val="002658E4"/>
    <w:rsid w:val="002D08F8"/>
    <w:rsid w:val="00371785"/>
    <w:rsid w:val="00377A20"/>
    <w:rsid w:val="003A4F99"/>
    <w:rsid w:val="004636A1"/>
    <w:rsid w:val="0047565A"/>
    <w:rsid w:val="004C6244"/>
    <w:rsid w:val="00552C31"/>
    <w:rsid w:val="0057026B"/>
    <w:rsid w:val="0057649C"/>
    <w:rsid w:val="005847C6"/>
    <w:rsid w:val="005C0AD6"/>
    <w:rsid w:val="005F434A"/>
    <w:rsid w:val="006038B9"/>
    <w:rsid w:val="00604B7C"/>
    <w:rsid w:val="00640A3B"/>
    <w:rsid w:val="00686023"/>
    <w:rsid w:val="006B5B8A"/>
    <w:rsid w:val="006D4F8E"/>
    <w:rsid w:val="006F16C2"/>
    <w:rsid w:val="006F504E"/>
    <w:rsid w:val="006F7634"/>
    <w:rsid w:val="00721A5E"/>
    <w:rsid w:val="007331C1"/>
    <w:rsid w:val="00742D96"/>
    <w:rsid w:val="00784603"/>
    <w:rsid w:val="00834D53"/>
    <w:rsid w:val="00835AD8"/>
    <w:rsid w:val="00850DFA"/>
    <w:rsid w:val="008E7A07"/>
    <w:rsid w:val="008F019A"/>
    <w:rsid w:val="00911844"/>
    <w:rsid w:val="00921C62"/>
    <w:rsid w:val="00966E9E"/>
    <w:rsid w:val="009D0F90"/>
    <w:rsid w:val="009D4225"/>
    <w:rsid w:val="009F2A7D"/>
    <w:rsid w:val="00A025A1"/>
    <w:rsid w:val="00A56EB6"/>
    <w:rsid w:val="00A6647D"/>
    <w:rsid w:val="00AF102C"/>
    <w:rsid w:val="00B374F3"/>
    <w:rsid w:val="00B43E8C"/>
    <w:rsid w:val="00B832D1"/>
    <w:rsid w:val="00BA6823"/>
    <w:rsid w:val="00BA768D"/>
    <w:rsid w:val="00C35BC1"/>
    <w:rsid w:val="00C76FD7"/>
    <w:rsid w:val="00CA7596"/>
    <w:rsid w:val="00CD7030"/>
    <w:rsid w:val="00D52FEA"/>
    <w:rsid w:val="00D82B2D"/>
    <w:rsid w:val="00D9232E"/>
    <w:rsid w:val="00DF6470"/>
    <w:rsid w:val="00E07928"/>
    <w:rsid w:val="00E10AC7"/>
    <w:rsid w:val="00E216DA"/>
    <w:rsid w:val="00E27353"/>
    <w:rsid w:val="00EC7DCA"/>
    <w:rsid w:val="00F05231"/>
    <w:rsid w:val="00F42115"/>
    <w:rsid w:val="00F84D7C"/>
    <w:rsid w:val="00FA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D9F8E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A4F99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E0792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A4F99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E0792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SHD:Users:imacg5:Documents:%20Trabalhos%20Pedro:FUNDAC&#807;A&#771;O%20CALOUSTE%20GULBENKIAN:ABC_2:GABC_Dossier%20de%20Grupo:Paginac&#807;a&#771;o:5_REGISTO%20E%20AVALIAC&#807;A&#771;O:5_DOC_5.7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16B507-6314-4D44-A32C-599ABA34D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5_DOC_5.7.dotx</Template>
  <TotalTime>9</TotalTime>
  <Pages>3</Pages>
  <Words>148</Words>
  <Characters>849</Characters>
  <Application>Microsoft Macintosh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Pedro Gonçalves</dc:creator>
  <cp:lastModifiedBy>Pedro Gonçalves</cp:lastModifiedBy>
  <cp:revision>2</cp:revision>
  <cp:lastPrinted>2018-05-03T13:55:00Z</cp:lastPrinted>
  <dcterms:created xsi:type="dcterms:W3CDTF">2018-05-03T13:57:00Z</dcterms:created>
  <dcterms:modified xsi:type="dcterms:W3CDTF">2018-05-03T14:49:00Z</dcterms:modified>
</cp:coreProperties>
</file>